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D0007A" w:rsidP="00B00FC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-540055</wp:posOffset>
            </wp:positionV>
            <wp:extent cx="1060704" cy="5357956"/>
            <wp:effectExtent l="0" t="0" r="6350" b="0"/>
            <wp:wrapNone/>
            <wp:docPr id="1" name="図 1" descr="C:\Users\tsuchiya\AppData\Local\Microsoft\Windows\INetCache\Content.Word\寒中見舞い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629" cy="545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214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-7036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D0007A" w:rsidRDefault="00B00FC3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0007A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寒中お見舞い</w:t>
                            </w:r>
                          </w:p>
                          <w:p w:rsidR="00B00FC3" w:rsidRPr="00D0007A" w:rsidRDefault="00B00FC3" w:rsidP="00D0007A">
                            <w:pPr>
                              <w:ind w:firstLine="1080"/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D0007A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  <w:szCs w:val="48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0.8pt;margin-top:-.55pt;width:102pt;height:24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" filled="f" stroked="f" strokeweight=".5pt">
                <v:textbox style="layout-flow:vertical-ideographic">
                  <w:txbxContent>
                    <w:p w:rsidR="00B00FC3" w:rsidRPr="00D0007A" w:rsidRDefault="00B00FC3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0007A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寒中お見舞い</w:t>
                      </w:r>
                    </w:p>
                    <w:p w:rsidR="00B00FC3" w:rsidRPr="00D0007A" w:rsidRDefault="00B00FC3" w:rsidP="00D0007A">
                      <w:pPr>
                        <w:ind w:firstLine="1080"/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D0007A">
                        <w:rPr>
                          <w:rFonts w:ascii="HG丸ｺﾞｼｯｸM-PRO" w:eastAsia="HG丸ｺﾞｼｯｸM-PRO" w:hAnsi="HG丸ｺﾞｼｯｸM-PRO" w:hint="eastAsia"/>
                          <w:sz w:val="48"/>
                          <w:szCs w:val="48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80D" w:rsidRDefault="0026280D" w:rsidP="004E0190">
      <w:r>
        <w:separator/>
      </w:r>
    </w:p>
  </w:endnote>
  <w:endnote w:type="continuationSeparator" w:id="0">
    <w:p w:rsidR="0026280D" w:rsidRDefault="0026280D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80D" w:rsidRDefault="0026280D" w:rsidP="004E0190">
      <w:r>
        <w:separator/>
      </w:r>
    </w:p>
  </w:footnote>
  <w:footnote w:type="continuationSeparator" w:id="0">
    <w:p w:rsidR="0026280D" w:rsidRDefault="0026280D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6280D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447FF"/>
    <w:rsid w:val="00453822"/>
    <w:rsid w:val="004A195C"/>
    <w:rsid w:val="004E0190"/>
    <w:rsid w:val="004F488B"/>
    <w:rsid w:val="00504C08"/>
    <w:rsid w:val="0052439C"/>
    <w:rsid w:val="0053441E"/>
    <w:rsid w:val="0054608B"/>
    <w:rsid w:val="00547EF6"/>
    <w:rsid w:val="005645CF"/>
    <w:rsid w:val="0059214B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0007A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C30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